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28B96" w14:textId="77777777" w:rsidR="003704F1" w:rsidRDefault="003704F1" w:rsidP="008464F7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  <w:r>
        <w:rPr>
          <w:rFonts w:eastAsia="Arial" w:cs="Arial"/>
          <w:b/>
          <w:bCs/>
          <w:kern w:val="1"/>
          <w:sz w:val="32"/>
          <w:szCs w:val="32"/>
        </w:rPr>
        <w:t>MacSat App</w:t>
      </w:r>
    </w:p>
    <w:p w14:paraId="0211B7E9" w14:textId="77777777" w:rsidR="003704F1" w:rsidRDefault="003704F1" w:rsidP="008464F7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7CC924E1" w14:textId="77777777" w:rsidR="003704F1" w:rsidRDefault="003704F1" w:rsidP="003704F1">
      <w:pPr>
        <w:pStyle w:val="NormalWeb"/>
        <w:spacing w:before="0" w:beforeAutospacing="0" w:after="0" w:afterAutospacing="0"/>
        <w:rPr>
          <w:rFonts w:asciiTheme="minorHAnsi" w:hAnsi="Calibri" w:cstheme="minorBidi"/>
          <w:color w:val="000000" w:themeColor="text1"/>
          <w:kern w:val="24"/>
        </w:rPr>
      </w:pPr>
      <w:r>
        <w:rPr>
          <w:rFonts w:asciiTheme="minorHAnsi" w:hAnsi="Calibri" w:cstheme="minorBidi"/>
          <w:color w:val="000000" w:themeColor="text1"/>
          <w:kern w:val="24"/>
        </w:rPr>
        <w:t xml:space="preserve">Similar to the Five9 WinSat app the MacSat </w:t>
      </w:r>
      <w:r w:rsidRPr="003704F1">
        <w:rPr>
          <w:rFonts w:asciiTheme="minorHAnsi" w:hAnsi="Calibri" w:cstheme="minorBidi"/>
          <w:color w:val="000000" w:themeColor="text1"/>
          <w:kern w:val="24"/>
        </w:rPr>
        <w:t>is a software (</w:t>
      </w:r>
      <w:r>
        <w:rPr>
          <w:rFonts w:asciiTheme="minorHAnsi" w:hAnsi="Calibri" w:cstheme="minorBidi"/>
          <w:color w:val="000000" w:themeColor="text1"/>
          <w:kern w:val="24"/>
        </w:rPr>
        <w:t>Mac OS</w:t>
      </w:r>
      <w:r w:rsidRPr="003704F1">
        <w:rPr>
          <w:rFonts w:asciiTheme="minorHAnsi" w:hAnsi="Calibri" w:cstheme="minorBidi"/>
          <w:color w:val="000000" w:themeColor="text1"/>
          <w:kern w:val="24"/>
        </w:rPr>
        <w:t>) based application designed to run connectivity tests at an end-user level.</w:t>
      </w:r>
    </w:p>
    <w:p w14:paraId="4B98D7A2" w14:textId="77777777" w:rsidR="003704F1" w:rsidRPr="003704F1" w:rsidRDefault="003704F1" w:rsidP="003704F1">
      <w:pPr>
        <w:pStyle w:val="NormalWeb"/>
        <w:spacing w:before="0" w:beforeAutospacing="0" w:after="0" w:afterAutospacing="0"/>
      </w:pPr>
    </w:p>
    <w:p w14:paraId="4195310D" w14:textId="77777777" w:rsidR="003704F1" w:rsidRPr="003704F1" w:rsidRDefault="003704F1" w:rsidP="003704F1">
      <w:pPr>
        <w:pStyle w:val="NormalWeb"/>
        <w:spacing w:before="0" w:beforeAutospacing="0" w:after="0" w:afterAutospacing="0"/>
        <w:ind w:left="720"/>
      </w:pPr>
      <w:r w:rsidRPr="003704F1">
        <w:rPr>
          <w:rFonts w:asciiTheme="minorHAnsi" w:hAnsi="Calibri" w:cstheme="minorBidi"/>
          <w:color w:val="000000" w:themeColor="text1"/>
          <w:kern w:val="24"/>
        </w:rPr>
        <w:t>Advantages:</w:t>
      </w:r>
    </w:p>
    <w:p w14:paraId="13879957" w14:textId="77777777" w:rsidR="003704F1" w:rsidRPr="003704F1" w:rsidRDefault="003704F1" w:rsidP="003704F1">
      <w:pPr>
        <w:pStyle w:val="NormalWeb"/>
        <w:spacing w:before="0" w:beforeAutospacing="0" w:after="0" w:afterAutospacing="0"/>
        <w:ind w:left="1440"/>
      </w:pPr>
      <w:r w:rsidRPr="003704F1">
        <w:rPr>
          <w:rFonts w:asciiTheme="minorHAnsi" w:hAnsi="Calibri" w:cstheme="minorBidi"/>
          <w:color w:val="000000" w:themeColor="text1"/>
          <w:kern w:val="24"/>
        </w:rPr>
        <w:t>Downloadable and does not need installation.</w:t>
      </w:r>
    </w:p>
    <w:p w14:paraId="54125B5F" w14:textId="77777777" w:rsidR="003704F1" w:rsidRPr="003704F1" w:rsidRDefault="003704F1" w:rsidP="003704F1">
      <w:pPr>
        <w:pStyle w:val="NormalWeb"/>
        <w:spacing w:before="0" w:beforeAutospacing="0" w:after="0" w:afterAutospacing="0"/>
        <w:ind w:left="1440"/>
      </w:pPr>
      <w:r w:rsidRPr="003704F1">
        <w:rPr>
          <w:rFonts w:asciiTheme="minorHAnsi" w:hAnsi="Calibri" w:cstheme="minorBidi"/>
          <w:color w:val="000000" w:themeColor="text1"/>
          <w:kern w:val="24"/>
        </w:rPr>
        <w:t>Does not require java or any applet installation.</w:t>
      </w:r>
    </w:p>
    <w:p w14:paraId="5F483143" w14:textId="77777777" w:rsidR="003704F1" w:rsidRDefault="003704F1" w:rsidP="003704F1">
      <w:pPr>
        <w:pStyle w:val="NormalWeb"/>
        <w:spacing w:before="0" w:beforeAutospacing="0" w:after="0" w:afterAutospacing="0"/>
        <w:ind w:left="1440"/>
        <w:rPr>
          <w:rFonts w:asciiTheme="minorHAnsi" w:hAnsi="Calibri" w:cstheme="minorBidi"/>
          <w:color w:val="000000" w:themeColor="text1"/>
          <w:kern w:val="24"/>
        </w:rPr>
      </w:pPr>
      <w:r w:rsidRPr="003704F1">
        <w:rPr>
          <w:rFonts w:asciiTheme="minorHAnsi" w:hAnsi="Calibri" w:cstheme="minorBidi"/>
          <w:color w:val="000000" w:themeColor="text1"/>
          <w:kern w:val="24"/>
        </w:rPr>
        <w:t>Can be deployed on large variety of customers.</w:t>
      </w:r>
    </w:p>
    <w:p w14:paraId="6F96CACD" w14:textId="77777777" w:rsidR="003704F1" w:rsidRPr="003704F1" w:rsidRDefault="003704F1" w:rsidP="003704F1">
      <w:pPr>
        <w:pStyle w:val="NormalWeb"/>
        <w:spacing w:before="0" w:beforeAutospacing="0" w:after="0" w:afterAutospacing="0"/>
      </w:pPr>
    </w:p>
    <w:p w14:paraId="06EF1728" w14:textId="77777777" w:rsidR="003704F1" w:rsidRPr="003704F1" w:rsidRDefault="003704F1" w:rsidP="003704F1">
      <w:pPr>
        <w:tabs>
          <w:tab w:val="left" w:pos="8640"/>
        </w:tabs>
        <w:rPr>
          <w:rFonts w:asciiTheme="minorHAnsi" w:hAnsi="Calibri" w:cstheme="minorBidi"/>
          <w:color w:val="000000" w:themeColor="text1"/>
          <w:kern w:val="24"/>
          <w:sz w:val="24"/>
          <w:lang w:eastAsia="en-US"/>
        </w:rPr>
      </w:pPr>
      <w:r w:rsidRPr="003704F1">
        <w:rPr>
          <w:rFonts w:asciiTheme="minorHAnsi" w:hAnsi="Calibri" w:cstheme="minorBidi"/>
          <w:color w:val="000000" w:themeColor="text1"/>
          <w:kern w:val="24"/>
          <w:sz w:val="24"/>
          <w:lang w:eastAsia="en-US"/>
        </w:rPr>
        <w:t>The App is currently on a generic format and is digitally signed by Apple Inc.</w:t>
      </w:r>
    </w:p>
    <w:p w14:paraId="1D58169A" w14:textId="77777777" w:rsidR="003704F1" w:rsidRDefault="003704F1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5767C6D8" w14:textId="77777777" w:rsidR="003704F1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  <w:r>
        <w:rPr>
          <w:noProof/>
          <w:color w:val="1F3864"/>
          <w:lang w:eastAsia="en-US"/>
        </w:rPr>
        <w:drawing>
          <wp:anchor distT="0" distB="0" distL="114300" distR="114300" simplePos="0" relativeHeight="251662336" behindDoc="0" locked="0" layoutInCell="1" allowOverlap="1" wp14:anchorId="405FCEEE" wp14:editId="3692585A">
            <wp:simplePos x="0" y="0"/>
            <wp:positionH relativeFrom="column">
              <wp:posOffset>869173</wp:posOffset>
            </wp:positionH>
            <wp:positionV relativeFrom="paragraph">
              <wp:posOffset>20073</wp:posOffset>
            </wp:positionV>
            <wp:extent cx="4626610" cy="3657600"/>
            <wp:effectExtent l="0" t="0" r="2540" b="0"/>
            <wp:wrapSquare wrapText="bothSides"/>
            <wp:docPr id="4" name="Picture 4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screenshot of a cell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61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42F73" w14:textId="77777777" w:rsidR="003704F1" w:rsidRDefault="003704F1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29DD2698" w14:textId="77777777" w:rsidR="003704F1" w:rsidRDefault="003704F1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241E6A90" w14:textId="77777777" w:rsidR="003704F1" w:rsidRDefault="003704F1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3DEAEBE2" w14:textId="77777777" w:rsidR="003704F1" w:rsidRDefault="003704F1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78680135" w14:textId="77777777" w:rsidR="003704F1" w:rsidRDefault="003704F1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490352BA" w14:textId="77777777" w:rsidR="003704F1" w:rsidRDefault="003704F1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1F8988CE" w14:textId="77777777" w:rsidR="003704F1" w:rsidRDefault="003704F1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7A521B80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3AF60772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0B886354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0A5748DD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5192F45E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0DB588D4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084ED5DB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536EE5CF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60731954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3A9F9145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1694D12C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662934F0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55E0BE9E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29FD8EAA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7F56CC5F" w14:textId="77777777" w:rsidR="007415D3" w:rsidRDefault="007415D3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3FEB56B1" w14:textId="77777777" w:rsidR="003704F1" w:rsidRDefault="003704F1" w:rsidP="003704F1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  <w:r>
        <w:rPr>
          <w:rFonts w:eastAsia="Arial" w:cs="Arial"/>
          <w:b/>
          <w:bCs/>
          <w:kern w:val="1"/>
          <w:sz w:val="32"/>
          <w:szCs w:val="32"/>
        </w:rPr>
        <w:lastRenderedPageBreak/>
        <w:t>Steps on using the MacSat App</w:t>
      </w:r>
    </w:p>
    <w:p w14:paraId="426999A5" w14:textId="51FBACD6" w:rsidR="003704F1" w:rsidRPr="003704F1" w:rsidRDefault="003704F1" w:rsidP="003704F1">
      <w:pPr>
        <w:pStyle w:val="ListParagraph"/>
        <w:numPr>
          <w:ilvl w:val="0"/>
          <w:numId w:val="8"/>
        </w:num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  <w:r w:rsidRPr="003704F1">
        <w:rPr>
          <w:rFonts w:eastAsia="Times New Roman" w:hAnsi="Calibri"/>
          <w:color w:val="000000" w:themeColor="text1"/>
          <w:kern w:val="24"/>
        </w:rPr>
        <w:t>Unzip the f</w:t>
      </w:r>
      <w:r w:rsidR="00FA1B08">
        <w:rPr>
          <w:rFonts w:eastAsia="Times New Roman" w:hAnsi="Calibri"/>
          <w:color w:val="000000" w:themeColor="text1"/>
          <w:kern w:val="24"/>
        </w:rPr>
        <w:t>ile *attached on this email*</w:t>
      </w:r>
    </w:p>
    <w:p w14:paraId="68382482" w14:textId="77777777" w:rsidR="003704F1" w:rsidRDefault="003704F1" w:rsidP="003704F1">
      <w:pPr>
        <w:pStyle w:val="ListParagraph"/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  <w:r>
        <w:rPr>
          <w:noProof/>
          <w:color w:val="1F3864"/>
        </w:rPr>
        <w:drawing>
          <wp:inline distT="0" distB="0" distL="0" distR="0" wp14:anchorId="27545102" wp14:editId="68B48B2C">
            <wp:extent cx="2640842" cy="1502666"/>
            <wp:effectExtent l="0" t="0" r="7620" b="2540"/>
            <wp:docPr id="2" name="Picture 2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screenshot of a social media pos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842" cy="150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D79B3" w14:textId="77777777" w:rsidR="006F0B21" w:rsidRDefault="006F0B21" w:rsidP="003704F1">
      <w:pPr>
        <w:pStyle w:val="ListParagraph"/>
        <w:tabs>
          <w:tab w:val="left" w:pos="8640"/>
        </w:tabs>
        <w:rPr>
          <w:rFonts w:eastAsia="Times New Roman" w:hAnsi="Calibri"/>
          <w:i/>
          <w:color w:val="000000" w:themeColor="text1"/>
          <w:kern w:val="24"/>
          <w:sz w:val="20"/>
          <w:szCs w:val="20"/>
        </w:rPr>
      </w:pPr>
      <w:r w:rsidRPr="00214930">
        <w:rPr>
          <w:rFonts w:eastAsia="Times New Roman" w:hAnsi="Calibri"/>
          <w:i/>
          <w:color w:val="000000" w:themeColor="text1"/>
          <w:kern w:val="24"/>
          <w:sz w:val="20"/>
          <w:szCs w:val="20"/>
        </w:rPr>
        <w:t>*After unzipping the file you may need to allow the application</w:t>
      </w:r>
      <w:r w:rsidR="00214930" w:rsidRPr="00214930">
        <w:rPr>
          <w:rFonts w:eastAsia="Times New Roman" w:hAnsi="Calibri"/>
          <w:i/>
          <w:color w:val="000000" w:themeColor="text1"/>
          <w:kern w:val="24"/>
          <w:sz w:val="20"/>
          <w:szCs w:val="20"/>
        </w:rPr>
        <w:t xml:space="preserve"> on Systems Preference &gt; Security &amp; Policy</w:t>
      </w:r>
      <w:r w:rsidR="00170C43">
        <w:rPr>
          <w:rFonts w:eastAsia="Times New Roman" w:hAnsi="Calibri"/>
          <w:i/>
          <w:color w:val="000000" w:themeColor="text1"/>
          <w:kern w:val="24"/>
          <w:sz w:val="20"/>
          <w:szCs w:val="20"/>
        </w:rPr>
        <w:t>, details at the end of this guide*</w:t>
      </w:r>
    </w:p>
    <w:p w14:paraId="6792A623" w14:textId="77777777" w:rsidR="00214930" w:rsidRPr="00214930" w:rsidRDefault="00214930" w:rsidP="003704F1">
      <w:pPr>
        <w:pStyle w:val="ListParagraph"/>
        <w:tabs>
          <w:tab w:val="left" w:pos="8640"/>
        </w:tabs>
        <w:rPr>
          <w:rFonts w:eastAsia="Times New Roman" w:hAnsi="Calibri"/>
          <w:i/>
          <w:color w:val="000000" w:themeColor="text1"/>
          <w:kern w:val="24"/>
          <w:sz w:val="20"/>
          <w:szCs w:val="20"/>
        </w:rPr>
      </w:pPr>
    </w:p>
    <w:p w14:paraId="7FFC6BF2" w14:textId="77777777" w:rsidR="003704F1" w:rsidRPr="003704F1" w:rsidRDefault="003704F1" w:rsidP="003704F1">
      <w:pPr>
        <w:pStyle w:val="ListParagraph"/>
        <w:numPr>
          <w:ilvl w:val="0"/>
          <w:numId w:val="8"/>
        </w:numPr>
        <w:tabs>
          <w:tab w:val="left" w:pos="8640"/>
        </w:tabs>
        <w:rPr>
          <w:rFonts w:eastAsia="Times New Roman" w:hAnsi="Calibri"/>
          <w:color w:val="000000" w:themeColor="text1"/>
          <w:kern w:val="24"/>
        </w:rPr>
      </w:pPr>
      <w:r>
        <w:rPr>
          <w:rFonts w:eastAsia="Arial" w:cs="Arial"/>
          <w:b/>
          <w:bCs/>
          <w:kern w:val="1"/>
          <w:sz w:val="32"/>
          <w:szCs w:val="32"/>
        </w:rPr>
        <w:t xml:space="preserve"> </w:t>
      </w:r>
      <w:r w:rsidRPr="003704F1">
        <w:rPr>
          <w:rFonts w:eastAsia="Times New Roman" w:hAnsi="Calibri"/>
          <w:color w:val="000000" w:themeColor="text1"/>
          <w:kern w:val="24"/>
        </w:rPr>
        <w:t>Enter the following details</w:t>
      </w:r>
    </w:p>
    <w:p w14:paraId="11C61DF3" w14:textId="77777777" w:rsidR="003704F1" w:rsidRDefault="003704F1" w:rsidP="003704F1">
      <w:pPr>
        <w:pStyle w:val="NormalWeb"/>
        <w:spacing w:before="0" w:beforeAutospacing="0" w:after="0" w:afterAutospacing="0" w:line="316" w:lineRule="auto"/>
      </w:pPr>
      <w:r>
        <w:rPr>
          <w:noProof/>
          <w:color w:val="1F3864"/>
        </w:rPr>
        <w:drawing>
          <wp:anchor distT="0" distB="0" distL="114300" distR="114300" simplePos="0" relativeHeight="251660288" behindDoc="0" locked="0" layoutInCell="1" allowOverlap="1" wp14:anchorId="714C01D4" wp14:editId="0BEF22F9">
            <wp:simplePos x="0" y="0"/>
            <wp:positionH relativeFrom="column">
              <wp:posOffset>520700</wp:posOffset>
            </wp:positionH>
            <wp:positionV relativeFrom="paragraph">
              <wp:posOffset>5715</wp:posOffset>
            </wp:positionV>
            <wp:extent cx="2524760" cy="2107565"/>
            <wp:effectExtent l="0" t="0" r="8890" b="6985"/>
            <wp:wrapSquare wrapText="bothSides"/>
            <wp:docPr id="3" name="Picture 3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screenshot of a cell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210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77B0A4" w14:textId="77777777" w:rsidR="003704F1" w:rsidRDefault="003704F1" w:rsidP="003704F1">
      <w:pPr>
        <w:pStyle w:val="NormalWeb"/>
        <w:spacing w:before="0" w:beforeAutospacing="0" w:after="0" w:afterAutospacing="0" w:line="316" w:lineRule="auto"/>
      </w:pPr>
    </w:p>
    <w:p w14:paraId="22C07AB7" w14:textId="77777777" w:rsidR="003704F1" w:rsidRDefault="003704F1" w:rsidP="003704F1">
      <w:pPr>
        <w:pStyle w:val="NormalWeb"/>
        <w:spacing w:before="0" w:beforeAutospacing="0" w:after="0" w:afterAutospacing="0" w:line="316" w:lineRule="auto"/>
      </w:pPr>
    </w:p>
    <w:p w14:paraId="4D309120" w14:textId="77777777" w:rsidR="003704F1" w:rsidRPr="003704F1" w:rsidRDefault="003704F1" w:rsidP="003704F1">
      <w:pPr>
        <w:pStyle w:val="NormalWeb"/>
        <w:spacing w:before="0" w:beforeAutospacing="0" w:after="0" w:afterAutospacing="0" w:line="316" w:lineRule="auto"/>
      </w:pPr>
    </w:p>
    <w:p w14:paraId="5B3C5FE0" w14:textId="77777777" w:rsidR="003704F1" w:rsidRDefault="003704F1" w:rsidP="008464F7">
      <w:pPr>
        <w:tabs>
          <w:tab w:val="left" w:pos="8640"/>
        </w:tabs>
        <w:rPr>
          <w:rFonts w:eastAsia="Arial" w:cs="Arial"/>
          <w:b/>
          <w:bCs/>
          <w:kern w:val="1"/>
          <w:sz w:val="32"/>
          <w:szCs w:val="32"/>
        </w:rPr>
      </w:pPr>
    </w:p>
    <w:p w14:paraId="3636F9C1" w14:textId="77777777" w:rsidR="003A7A2C" w:rsidRPr="006C2C03" w:rsidRDefault="008464F7" w:rsidP="008464F7">
      <w:pPr>
        <w:tabs>
          <w:tab w:val="left" w:pos="8640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14:paraId="761831BC" w14:textId="77777777" w:rsidR="00077EE1" w:rsidRDefault="00077EE1" w:rsidP="00077EE1"/>
    <w:p w14:paraId="1938E439" w14:textId="77777777" w:rsidR="00A316C1" w:rsidRDefault="00A316C1" w:rsidP="00077EE1">
      <w:pPr>
        <w:rPr>
          <w:rFonts w:asciiTheme="minorHAnsi" w:eastAsiaTheme="minorHAnsi" w:hAnsiTheme="minorHAnsi" w:cstheme="minorBidi"/>
          <w:sz w:val="24"/>
          <w:lang w:eastAsia="en-US"/>
        </w:rPr>
      </w:pPr>
    </w:p>
    <w:p w14:paraId="369819FA" w14:textId="77777777" w:rsidR="003704F1" w:rsidRDefault="003704F1" w:rsidP="00077EE1">
      <w:pPr>
        <w:rPr>
          <w:rFonts w:asciiTheme="minorHAnsi" w:eastAsiaTheme="minorHAnsi" w:hAnsiTheme="minorHAnsi" w:cstheme="minorBidi"/>
          <w:sz w:val="24"/>
          <w:lang w:eastAsia="en-US"/>
        </w:rPr>
      </w:pPr>
    </w:p>
    <w:p w14:paraId="0429594D" w14:textId="77777777" w:rsidR="003704F1" w:rsidRDefault="003704F1" w:rsidP="00077EE1">
      <w:pPr>
        <w:rPr>
          <w:rFonts w:asciiTheme="minorHAnsi" w:eastAsiaTheme="minorHAnsi" w:hAnsiTheme="minorHAnsi" w:cstheme="minorBidi"/>
          <w:sz w:val="24"/>
          <w:lang w:eastAsia="en-US"/>
        </w:rPr>
      </w:pPr>
    </w:p>
    <w:p w14:paraId="41538B68" w14:textId="77777777" w:rsidR="003704F1" w:rsidRPr="003704F1" w:rsidRDefault="003704F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D17E39B" w14:textId="77777777" w:rsidR="003704F1" w:rsidRPr="007415D3" w:rsidRDefault="003704F1" w:rsidP="00077EE1">
      <w:pPr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3704F1"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</w: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Test server domain: </w:t>
      </w: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7415D3"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415D3">
        <w:rPr>
          <w:rFonts w:asciiTheme="minorHAnsi" w:eastAsiaTheme="minorHAnsi" w:hAnsiTheme="minorHAnsi" w:cstheme="minorBidi"/>
          <w:b/>
          <w:sz w:val="18"/>
          <w:szCs w:val="18"/>
          <w:lang w:eastAsia="en-US"/>
        </w:rPr>
        <w:t>mcsadm001.scl.five9.com</w:t>
      </w:r>
    </w:p>
    <w:p w14:paraId="58838E71" w14:textId="77777777" w:rsidR="003704F1" w:rsidRPr="007415D3" w:rsidRDefault="003704F1" w:rsidP="00077EE1">
      <w:pPr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 xml:space="preserve">Test report alias name:  </w:t>
      </w: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7415D3"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>(enter the Client Name or Customer Name)</w:t>
      </w:r>
    </w:p>
    <w:p w14:paraId="49FC7CC9" w14:textId="77777777" w:rsidR="003704F1" w:rsidRPr="007415D3" w:rsidRDefault="003704F1" w:rsidP="00077EE1">
      <w:pPr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 xml:space="preserve">Manage tests at the server: </w:t>
      </w: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>(leave it unchecked)</w:t>
      </w:r>
    </w:p>
    <w:p w14:paraId="764C0EE5" w14:textId="77777777" w:rsidR="003704F1" w:rsidRDefault="003704F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  <w:t>Test name to run:</w:t>
      </w:r>
      <w:r w:rsidRPr="007415D3">
        <w:rPr>
          <w:rFonts w:asciiTheme="minorHAnsi" w:eastAsiaTheme="minorHAnsi" w:hAnsiTheme="minorHAnsi" w:cstheme="minorBidi"/>
          <w:sz w:val="18"/>
          <w:szCs w:val="18"/>
          <w:lang w:eastAsia="en-US"/>
        </w:rPr>
        <w:tab/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</w:r>
      <w:r w:rsidR="007415D3"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</w:r>
      <w:r w:rsidR="007415D3" w:rsidRPr="007415D3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CAT_US</w:t>
      </w:r>
      <w:r w:rsidR="007415D3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for testing US based customers (SCL and ATL DC)</w:t>
      </w:r>
    </w:p>
    <w:p w14:paraId="5EE46C43" w14:textId="77777777" w:rsidR="007415D3" w:rsidRDefault="007415D3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</w:r>
      <w:r w:rsidRPr="007415D3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CAT_UK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for testing UK based customers (LDN DC)</w:t>
      </w:r>
    </w:p>
    <w:p w14:paraId="7C1A36F4" w14:textId="77777777" w:rsidR="007415D3" w:rsidRDefault="007415D3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4BB2F12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C0985E6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462C9E2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CE7AA5C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E7F5B4B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6DE3E36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7058219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95CC2E3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6AD5515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2A5DF92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207EAED2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7056C68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61C9B82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286C03C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689C139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DC67242" w14:textId="77777777" w:rsidR="007415D3" w:rsidRPr="006F0B21" w:rsidRDefault="007415D3" w:rsidP="006F0B21">
      <w:pPr>
        <w:pStyle w:val="ListParagraph"/>
        <w:numPr>
          <w:ilvl w:val="0"/>
          <w:numId w:val="8"/>
        </w:numPr>
        <w:rPr>
          <w:sz w:val="20"/>
          <w:szCs w:val="20"/>
        </w:rPr>
      </w:pPr>
      <w:r w:rsidRPr="006F0B21">
        <w:rPr>
          <w:sz w:val="20"/>
          <w:szCs w:val="20"/>
        </w:rPr>
        <w:t>The test will run once the information has been set.</w:t>
      </w:r>
    </w:p>
    <w:p w14:paraId="211A43EA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07AC3E1B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noProof/>
          <w:color w:val="1F3864"/>
          <w:lang w:eastAsia="en-US"/>
        </w:rPr>
        <w:drawing>
          <wp:anchor distT="0" distB="0" distL="114300" distR="114300" simplePos="0" relativeHeight="251661312" behindDoc="0" locked="0" layoutInCell="1" allowOverlap="1" wp14:anchorId="701D4ECB" wp14:editId="2F64C59F">
            <wp:simplePos x="0" y="0"/>
            <wp:positionH relativeFrom="column">
              <wp:posOffset>350520</wp:posOffset>
            </wp:positionH>
            <wp:positionV relativeFrom="paragraph">
              <wp:posOffset>3175</wp:posOffset>
            </wp:positionV>
            <wp:extent cx="3377565" cy="2670175"/>
            <wp:effectExtent l="0" t="0" r="0" b="0"/>
            <wp:wrapSquare wrapText="bothSides"/>
            <wp:docPr id="5" name="Picture 5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screenshot of a cell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565" cy="267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D739F8" w14:textId="77777777" w:rsidR="007415D3" w:rsidRDefault="007415D3" w:rsidP="007415D3">
      <w:pPr>
        <w:ind w:firstLine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CD7C6B8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CEF62C6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6AD2F47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CFB9F78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C218EEA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2E749C6C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AA1A6FD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69003E3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DF1FC59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76AB6DA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3F59ED7" w14:textId="77777777" w:rsidR="007415D3" w:rsidRDefault="007415D3" w:rsidP="007415D3">
      <w:pPr>
        <w:shd w:val="clear" w:color="auto" w:fill="F8F8F8"/>
        <w:suppressAutoHyphens w:val="0"/>
        <w:spacing w:before="100" w:beforeAutospacing="1"/>
        <w:ind w:left="4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0DB692E" w14:textId="77777777" w:rsidR="007415D3" w:rsidRDefault="007415D3" w:rsidP="006F0B2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2C5F0A11" w14:textId="77777777" w:rsidR="007415D3" w:rsidRDefault="007415D3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511E77F" w14:textId="77777777" w:rsidR="007415D3" w:rsidRPr="006F0B21" w:rsidRDefault="006F0B21" w:rsidP="006F0B21">
      <w:pPr>
        <w:pStyle w:val="ListParagraph"/>
        <w:numPr>
          <w:ilvl w:val="0"/>
          <w:numId w:val="8"/>
        </w:numPr>
        <w:tabs>
          <w:tab w:val="left" w:pos="720"/>
          <w:tab w:val="left" w:pos="1440"/>
          <w:tab w:val="left" w:pos="3020"/>
        </w:tabs>
        <w:rPr>
          <w:sz w:val="20"/>
          <w:szCs w:val="20"/>
        </w:rPr>
      </w:pPr>
      <w:r w:rsidRPr="006F0B21">
        <w:rPr>
          <w:sz w:val="20"/>
          <w:szCs w:val="20"/>
        </w:rPr>
        <w:t>To stop the test, untick the “Enable Remote Agent” box:</w:t>
      </w:r>
    </w:p>
    <w:p w14:paraId="2AEACB41" w14:textId="77777777" w:rsidR="006F0B21" w:rsidRDefault="006F0B21" w:rsidP="006F0B21">
      <w:pPr>
        <w:tabs>
          <w:tab w:val="left" w:pos="720"/>
          <w:tab w:val="left" w:pos="1440"/>
          <w:tab w:val="left" w:pos="3020"/>
        </w:tabs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63360" behindDoc="0" locked="0" layoutInCell="1" allowOverlap="1" wp14:anchorId="47FE329D" wp14:editId="7DE8804E">
            <wp:simplePos x="0" y="0"/>
            <wp:positionH relativeFrom="column">
              <wp:posOffset>3026410</wp:posOffset>
            </wp:positionH>
            <wp:positionV relativeFrom="paragraph">
              <wp:posOffset>106045</wp:posOffset>
            </wp:positionV>
            <wp:extent cx="2447925" cy="1985645"/>
            <wp:effectExtent l="0" t="0" r="952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985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4384" behindDoc="0" locked="0" layoutInCell="1" allowOverlap="1" wp14:anchorId="5B8F3748" wp14:editId="2048A43E">
            <wp:simplePos x="0" y="0"/>
            <wp:positionH relativeFrom="column">
              <wp:posOffset>383540</wp:posOffset>
            </wp:positionH>
            <wp:positionV relativeFrom="paragraph">
              <wp:posOffset>72390</wp:posOffset>
            </wp:positionV>
            <wp:extent cx="2498090" cy="2014220"/>
            <wp:effectExtent l="0" t="0" r="0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8090" cy="2014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44778" w14:textId="77777777" w:rsidR="006F0B21" w:rsidRDefault="006F0B21" w:rsidP="006F0B21">
      <w:pPr>
        <w:tabs>
          <w:tab w:val="left" w:pos="720"/>
          <w:tab w:val="left" w:pos="1440"/>
          <w:tab w:val="left" w:pos="3020"/>
        </w:tabs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noProof/>
          <w:lang w:eastAsia="en-US"/>
        </w:rPr>
        <mc:AlternateContent>
          <mc:Choice Requires="wps">
            <w:drawing>
              <wp:inline distT="0" distB="0" distL="0" distR="0" wp14:anchorId="1DD1A542" wp14:editId="0EBD9A70">
                <wp:extent cx="307340" cy="307340"/>
                <wp:effectExtent l="0" t="0" r="0" b="0"/>
                <wp:docPr id="7" name="Rectangle 7" descr="https://files.slack.com/files-pri/TAKRAK2QN-FTA3PPR7B/screen_shot_2020-02-06_at_12.51.20_a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8CA2B5" id="Rectangle 7" o:spid="_x0000_s1026" alt="https://files.slack.com/files-pri/TAKRAK2QN-FTA3PPR7B/screen_shot_2020-02-06_at_12.51.20_am.pn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  <w:r w:rsidRPr="006F0B21">
        <w:rPr>
          <w:noProof/>
          <w:lang w:eastAsia="en-US"/>
        </w:rPr>
        <w:t xml:space="preserve"> </w:t>
      </w:r>
    </w:p>
    <w:p w14:paraId="49B68BAD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B1957D1" w14:textId="77777777" w:rsidR="007415D3" w:rsidRDefault="007415D3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64AE351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1FF4D9A" w14:textId="77777777" w:rsidR="007415D3" w:rsidRDefault="007415D3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A50E91B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D0B9AAF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139F84D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07F77BD1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C55AC3C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DBD5330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232D26AA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6311383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3C65490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AA71F90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872858C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C7A021B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FAFB320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277D36D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09F6DFBB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EF1C852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C9EE540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6CDC4ED" w14:textId="77777777" w:rsidR="00961C25" w:rsidRDefault="00961C25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F08C1E4" w14:textId="77777777" w:rsidR="004F2022" w:rsidRDefault="004F2022" w:rsidP="00077EE1">
      <w:pPr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</w:p>
    <w:p w14:paraId="1E03232B" w14:textId="77777777" w:rsidR="004F2022" w:rsidRDefault="004F2022" w:rsidP="00077EE1">
      <w:pPr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</w:p>
    <w:p w14:paraId="7968EC34" w14:textId="77777777" w:rsidR="006F0B21" w:rsidRPr="006F0B21" w:rsidRDefault="00961C25" w:rsidP="00077EE1">
      <w:pPr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lastRenderedPageBreak/>
        <w:t>Allowing MacSat App:</w:t>
      </w:r>
    </w:p>
    <w:p w14:paraId="493A80F3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471C011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  <w:t>Error/Issue:</w:t>
      </w:r>
    </w:p>
    <w:p w14:paraId="7AE24B8D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</w:r>
      <w:r>
        <w:rPr>
          <w:noProof/>
          <w:lang w:eastAsia="en-US"/>
        </w:rPr>
        <w:drawing>
          <wp:inline distT="0" distB="0" distL="0" distR="0" wp14:anchorId="1ADA7CC7" wp14:editId="4AF199B6">
            <wp:extent cx="3527946" cy="1670344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47125" cy="167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95855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083E9551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ab/>
        <w:t>Solution:</w:t>
      </w:r>
    </w:p>
    <w:p w14:paraId="63F2EF22" w14:textId="77777777" w:rsidR="006F0B21" w:rsidRPr="006F0B21" w:rsidRDefault="006F0B21" w:rsidP="006F0B2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Navigate to Systems and Preferences &gt; Security &amp; Privacy</w:t>
      </w:r>
    </w:p>
    <w:p w14:paraId="79CCD9B8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66432" behindDoc="0" locked="0" layoutInCell="1" allowOverlap="1" wp14:anchorId="31A2B688" wp14:editId="4A4149F6">
            <wp:simplePos x="0" y="0"/>
            <wp:positionH relativeFrom="column">
              <wp:posOffset>405130</wp:posOffset>
            </wp:positionH>
            <wp:positionV relativeFrom="paragraph">
              <wp:posOffset>33655</wp:posOffset>
            </wp:positionV>
            <wp:extent cx="2886075" cy="2316480"/>
            <wp:effectExtent l="0" t="0" r="9525" b="762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2316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9570A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11CE363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0C4C351E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29E85CE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6801BBB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2BB4C45B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0DD8E6E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EADF4B7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291F9C1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52742D2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0E3B46BD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131568FA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3768E7A8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4E8BF1A5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9C22A12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58D4DA4A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8C73C58" w14:textId="77777777" w:rsidR="006F0B21" w:rsidRPr="006F0B21" w:rsidRDefault="006F0B21" w:rsidP="006F0B2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And allow the “MacSat” app</w:t>
      </w:r>
    </w:p>
    <w:p w14:paraId="0E62F8A7" w14:textId="77777777" w:rsidR="006F0B2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noProof/>
          <w:lang w:eastAsia="en-US"/>
        </w:rPr>
        <w:drawing>
          <wp:anchor distT="0" distB="0" distL="114300" distR="114300" simplePos="0" relativeHeight="251667456" behindDoc="0" locked="0" layoutInCell="1" allowOverlap="1" wp14:anchorId="45BF31F1" wp14:editId="52EBC0A4">
            <wp:simplePos x="0" y="0"/>
            <wp:positionH relativeFrom="column">
              <wp:posOffset>3025140</wp:posOffset>
            </wp:positionH>
            <wp:positionV relativeFrom="paragraph">
              <wp:posOffset>157480</wp:posOffset>
            </wp:positionV>
            <wp:extent cx="2517775" cy="1872615"/>
            <wp:effectExtent l="0" t="0" r="0" b="0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7775" cy="187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E9DBBD" w14:textId="77777777" w:rsidR="006F0B21" w:rsidRDefault="006F0B21" w:rsidP="006F0B21">
      <w:pPr>
        <w:ind w:left="72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>
        <w:rPr>
          <w:noProof/>
          <w:lang w:eastAsia="en-US"/>
        </w:rPr>
        <w:drawing>
          <wp:inline distT="0" distB="0" distL="0" distR="0" wp14:anchorId="394A4878" wp14:editId="71CAE4DB">
            <wp:extent cx="2197290" cy="1867417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11781" cy="1879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F968E" w14:textId="77777777" w:rsidR="006F0B21" w:rsidRPr="003704F1" w:rsidRDefault="006F0B21" w:rsidP="00077EE1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sectPr w:rsidR="006F0B21" w:rsidRPr="003704F1" w:rsidSect="006D3E8C">
      <w:headerReference w:type="default" r:id="rId20"/>
      <w:footerReference w:type="default" r:id="rId21"/>
      <w:headerReference w:type="first" r:id="rId22"/>
      <w:footerReference w:type="first" r:id="rId23"/>
      <w:pgSz w:w="12240" w:h="15840"/>
      <w:pgMar w:top="1881" w:right="1350" w:bottom="1440" w:left="1350" w:header="360" w:footer="9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BD028" w14:textId="77777777" w:rsidR="00A72CDB" w:rsidRDefault="00A72CDB">
      <w:r>
        <w:separator/>
      </w:r>
    </w:p>
  </w:endnote>
  <w:endnote w:type="continuationSeparator" w:id="0">
    <w:p w14:paraId="6A5597E1" w14:textId="77777777" w:rsidR="00A72CDB" w:rsidRDefault="00A7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A00002AF" w:usb1="500078FB" w:usb2="00000000" w:usb3="00000000" w:csb0="0000009F" w:csb1="00000000"/>
  </w:font>
  <w:font w:name="DejaVu Sans">
    <w:altName w:val="Times New Roman"/>
    <w:charset w:val="00"/>
    <w:family w:val="swiss"/>
    <w:pitch w:val="variable"/>
    <w:sig w:usb0="E7002EFF" w:usb1="D200FDFF" w:usb2="0A046029" w:usb3="00000000" w:csb0="800001FF" w:csb1="00000000"/>
  </w:font>
  <w:font w:name="Metric Semibold">
    <w:charset w:val="4D"/>
    <w:family w:val="swiss"/>
    <w:pitch w:val="variable"/>
    <w:sig w:usb0="00000007" w:usb1="00000000" w:usb2="00000000" w:usb3="00000000" w:csb0="00000093" w:csb1="00000000"/>
  </w:font>
  <w:font w:name="Metric Regular"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8DD95" w14:textId="77777777" w:rsidR="00733B45" w:rsidRDefault="006D3E8C">
    <w:pPr>
      <w:pStyle w:val="Footer"/>
      <w:ind w:left="-1800"/>
    </w:pPr>
    <w:r w:rsidRPr="006D3E8C">
      <w:rPr>
        <w:noProof/>
        <w:lang w:eastAsia="en-US"/>
      </w:rPr>
      <w:drawing>
        <wp:anchor distT="0" distB="0" distL="114300" distR="114300" simplePos="0" relativeHeight="251664384" behindDoc="1" locked="0" layoutInCell="1" allowOverlap="1" wp14:anchorId="524FA049" wp14:editId="53C4E929">
          <wp:simplePos x="0" y="0"/>
          <wp:positionH relativeFrom="column">
            <wp:posOffset>-837474</wp:posOffset>
          </wp:positionH>
          <wp:positionV relativeFrom="paragraph">
            <wp:posOffset>56515</wp:posOffset>
          </wp:positionV>
          <wp:extent cx="3289300" cy="63500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etterhead_addres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930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A4725" w14:textId="77777777" w:rsidR="00C57D84" w:rsidRDefault="00C57D84" w:rsidP="00DE5323">
    <w:pPr>
      <w:pStyle w:val="CompanyLH"/>
      <w:rPr>
        <w:rFonts w:ascii="Calibri" w:hAnsi="Calibri"/>
        <w:b/>
        <w:color w:val="003A5D"/>
      </w:rPr>
    </w:pPr>
  </w:p>
  <w:p w14:paraId="5BA81561" w14:textId="77777777" w:rsidR="009C6A42" w:rsidRPr="00B96DDB" w:rsidRDefault="00A53CF2" w:rsidP="00DE5323">
    <w:pPr>
      <w:pStyle w:val="AddressLH"/>
      <w:rPr>
        <w:rFonts w:ascii="Calibri" w:hAnsi="Calibri"/>
        <w:color w:val="262626" w:themeColor="text1" w:themeTint="D9"/>
      </w:rPr>
    </w:pPr>
    <w:r>
      <w:rPr>
        <w:rFonts w:ascii="Calibri" w:hAnsi="Calibri"/>
        <w:b/>
        <w:noProof/>
        <w:color w:val="288DC1"/>
      </w:rPr>
      <w:drawing>
        <wp:anchor distT="0" distB="0" distL="114300" distR="114300" simplePos="0" relativeHeight="251660288" behindDoc="1" locked="0" layoutInCell="1" allowOverlap="1" wp14:anchorId="26E84DAD" wp14:editId="38F8A8E9">
          <wp:simplePos x="0" y="0"/>
          <wp:positionH relativeFrom="column">
            <wp:posOffset>-841829</wp:posOffset>
          </wp:positionH>
          <wp:positionV relativeFrom="paragraph">
            <wp:posOffset>207645</wp:posOffset>
          </wp:positionV>
          <wp:extent cx="3289300" cy="6350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etterhead_addres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9300" cy="63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491A41" w14:textId="77777777" w:rsidR="00733B45" w:rsidRPr="00B96DDB" w:rsidRDefault="00733B45" w:rsidP="00DE5323">
    <w:pPr>
      <w:pStyle w:val="Footer"/>
      <w:rPr>
        <w:rFonts w:ascii="Calibri" w:hAnsi="Calibri"/>
        <w:color w:val="262626" w:themeColor="text1" w:themeTint="D9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9DA737" w14:textId="77777777" w:rsidR="00A72CDB" w:rsidRDefault="00A72CDB">
      <w:r>
        <w:separator/>
      </w:r>
    </w:p>
  </w:footnote>
  <w:footnote w:type="continuationSeparator" w:id="0">
    <w:p w14:paraId="3C5F1CFF" w14:textId="77777777" w:rsidR="00A72CDB" w:rsidRDefault="00A72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643B9" w14:textId="77777777" w:rsidR="00850051" w:rsidRDefault="006D3E8C" w:rsidP="00850051">
    <w:pPr>
      <w:pStyle w:val="Header"/>
    </w:pPr>
    <w:r w:rsidRPr="006D3E8C">
      <w:rPr>
        <w:noProof/>
        <w:lang w:eastAsia="en-US"/>
      </w:rPr>
      <w:drawing>
        <wp:anchor distT="0" distB="0" distL="114300" distR="114300" simplePos="0" relativeHeight="251663360" behindDoc="0" locked="0" layoutInCell="1" allowOverlap="1" wp14:anchorId="4182AC03" wp14:editId="4D0DB440">
          <wp:simplePos x="0" y="0"/>
          <wp:positionH relativeFrom="column">
            <wp:posOffset>4890770</wp:posOffset>
          </wp:positionH>
          <wp:positionV relativeFrom="paragraph">
            <wp:posOffset>-220345</wp:posOffset>
          </wp:positionV>
          <wp:extent cx="2019300" cy="546100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etterhead_tag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300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D3E8C">
      <w:rPr>
        <w:noProof/>
        <w:lang w:eastAsia="en-US"/>
      </w:rPr>
      <w:drawing>
        <wp:anchor distT="0" distB="0" distL="114300" distR="114300" simplePos="0" relativeHeight="251662336" behindDoc="0" locked="0" layoutInCell="1" allowOverlap="1" wp14:anchorId="21C8C7D4" wp14:editId="2EA6DBEB">
          <wp:simplePos x="0" y="0"/>
          <wp:positionH relativeFrom="column">
            <wp:posOffset>-842554</wp:posOffset>
          </wp:positionH>
          <wp:positionV relativeFrom="paragraph">
            <wp:posOffset>-221615</wp:posOffset>
          </wp:positionV>
          <wp:extent cx="1320800" cy="8636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etterhead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80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30CB66" w14:textId="77777777" w:rsidR="00C57D84" w:rsidRDefault="00C57D84" w:rsidP="00850051">
    <w:pPr>
      <w:pStyle w:val="Header"/>
    </w:pPr>
  </w:p>
  <w:p w14:paraId="60F7F4EC" w14:textId="77777777" w:rsidR="00733B45" w:rsidRDefault="00733B45" w:rsidP="00850051">
    <w:pPr>
      <w:pStyle w:val="Header"/>
    </w:pPr>
  </w:p>
  <w:p w14:paraId="237BFF17" w14:textId="77777777" w:rsidR="00850051" w:rsidRDefault="00850051" w:rsidP="00850051">
    <w:pPr>
      <w:pStyle w:val="Header"/>
    </w:pPr>
  </w:p>
  <w:p w14:paraId="66F5EAC6" w14:textId="77777777" w:rsidR="00850051" w:rsidRDefault="00850051" w:rsidP="008500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828C0" w14:textId="77777777" w:rsidR="00357536" w:rsidRDefault="00A53CF2" w:rsidP="001F23A3">
    <w:pPr>
      <w:pStyle w:val="Header"/>
    </w:pPr>
    <w:r>
      <w:rPr>
        <w:rFonts w:ascii="Calibri" w:hAnsi="Calibri"/>
        <w:b/>
        <w:noProof/>
        <w:color w:val="288DC1"/>
        <w:lang w:eastAsia="en-US"/>
      </w:rPr>
      <w:drawing>
        <wp:anchor distT="0" distB="0" distL="114300" distR="114300" simplePos="0" relativeHeight="251659264" behindDoc="0" locked="0" layoutInCell="1" allowOverlap="1" wp14:anchorId="44319F2A" wp14:editId="3EB3DCDC">
          <wp:simplePos x="0" y="0"/>
          <wp:positionH relativeFrom="column">
            <wp:posOffset>4887886</wp:posOffset>
          </wp:positionH>
          <wp:positionV relativeFrom="paragraph">
            <wp:posOffset>-216535</wp:posOffset>
          </wp:positionV>
          <wp:extent cx="2019300" cy="5461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etterhead_tag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300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b/>
        <w:noProof/>
        <w:color w:val="288DC1"/>
        <w:lang w:eastAsia="en-US"/>
      </w:rPr>
      <w:drawing>
        <wp:anchor distT="0" distB="0" distL="114300" distR="114300" simplePos="0" relativeHeight="251658240" behindDoc="0" locked="0" layoutInCell="1" allowOverlap="1" wp14:anchorId="152CAC28" wp14:editId="6DD531E7">
          <wp:simplePos x="0" y="0"/>
          <wp:positionH relativeFrom="column">
            <wp:posOffset>-845820</wp:posOffset>
          </wp:positionH>
          <wp:positionV relativeFrom="paragraph">
            <wp:posOffset>-218731</wp:posOffset>
          </wp:positionV>
          <wp:extent cx="1320800" cy="863600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etterhead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080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902B1C" w14:textId="77777777" w:rsidR="00357536" w:rsidRDefault="00357536" w:rsidP="001F23A3">
    <w:pPr>
      <w:pStyle w:val="Header"/>
    </w:pPr>
  </w:p>
  <w:p w14:paraId="09D2B774" w14:textId="77777777" w:rsidR="001F23A3" w:rsidRPr="00C57D84" w:rsidRDefault="001F23A3" w:rsidP="009C6A42">
    <w:pPr>
      <w:pStyle w:val="TaglineLH"/>
      <w:rPr>
        <w:rFonts w:ascii="Calibri" w:hAnsi="Calibri"/>
        <w:b/>
        <w:color w:val="288DC1"/>
      </w:rPr>
    </w:pPr>
  </w:p>
  <w:p w14:paraId="73D48E4A" w14:textId="77777777" w:rsidR="009C6A42" w:rsidRDefault="009C6A42" w:rsidP="009C6A42">
    <w:pPr>
      <w:pStyle w:val="TaglineLH"/>
      <w:rPr>
        <w:rFonts w:ascii="Calibri" w:hAnsi="Calibri"/>
        <w:b/>
        <w:color w:val="288DC1"/>
      </w:rPr>
    </w:pPr>
  </w:p>
  <w:p w14:paraId="3C63B314" w14:textId="77777777" w:rsidR="00733B45" w:rsidRDefault="00733B45" w:rsidP="001F23A3">
    <w:pPr>
      <w:pStyle w:val="Header"/>
    </w:pPr>
  </w:p>
  <w:p w14:paraId="57D9EC64" w14:textId="77777777" w:rsidR="00217F81" w:rsidRDefault="00217F81" w:rsidP="001F2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1440"/>
        </w:tabs>
        <w:ind w:left="79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440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10361996"/>
    <w:multiLevelType w:val="multilevel"/>
    <w:tmpl w:val="90DE1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63DF2"/>
    <w:multiLevelType w:val="hybridMultilevel"/>
    <w:tmpl w:val="4C46A3F6"/>
    <w:lvl w:ilvl="0" w:tplc="6F08F7A6">
      <w:start w:val="4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1F22CC"/>
    <w:multiLevelType w:val="hybridMultilevel"/>
    <w:tmpl w:val="57FE363E"/>
    <w:lvl w:ilvl="0" w:tplc="42C85438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CE13D6"/>
    <w:multiLevelType w:val="hybridMultilevel"/>
    <w:tmpl w:val="AEDCBD6E"/>
    <w:lvl w:ilvl="0" w:tplc="561871F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="Calibri" w:cstheme="minorBidi" w:hint="default"/>
        <w:b w:val="0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93D1D"/>
    <w:multiLevelType w:val="hybridMultilevel"/>
    <w:tmpl w:val="5EB0D94A"/>
    <w:lvl w:ilvl="0" w:tplc="6336A61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08296D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F4610A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434E7B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D8C679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56A451B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5640D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A8AD36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13EE76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4924F8"/>
    <w:multiLevelType w:val="hybridMultilevel"/>
    <w:tmpl w:val="10144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36D0F"/>
    <w:multiLevelType w:val="singleLevel"/>
    <w:tmpl w:val="4CEC4BAC"/>
    <w:lvl w:ilvl="0">
      <w:start w:val="1"/>
      <w:numFmt w:val="bullet"/>
      <w:lvlText w:val="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sz w:val="24"/>
      </w:rPr>
    </w:lvl>
  </w:abstractNum>
  <w:abstractNum w:abstractNumId="8" w15:restartNumberingAfterBreak="0">
    <w:nsid w:val="47DE653C"/>
    <w:multiLevelType w:val="hybridMultilevel"/>
    <w:tmpl w:val="00925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57FD0"/>
    <w:multiLevelType w:val="hybridMultilevel"/>
    <w:tmpl w:val="EB106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drawingGridHorizontalSpacing w:val="8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C03"/>
    <w:rsid w:val="0002426C"/>
    <w:rsid w:val="00041629"/>
    <w:rsid w:val="00042520"/>
    <w:rsid w:val="00077EE1"/>
    <w:rsid w:val="00145852"/>
    <w:rsid w:val="00147D5B"/>
    <w:rsid w:val="00170C43"/>
    <w:rsid w:val="001761E8"/>
    <w:rsid w:val="00186F6D"/>
    <w:rsid w:val="00194779"/>
    <w:rsid w:val="001A0762"/>
    <w:rsid w:val="001C3EBE"/>
    <w:rsid w:val="001F23A3"/>
    <w:rsid w:val="002038BF"/>
    <w:rsid w:val="00214930"/>
    <w:rsid w:val="002153CB"/>
    <w:rsid w:val="00217F81"/>
    <w:rsid w:val="0026640E"/>
    <w:rsid w:val="002759CF"/>
    <w:rsid w:val="002903C0"/>
    <w:rsid w:val="002B138B"/>
    <w:rsid w:val="002B4E56"/>
    <w:rsid w:val="002C43BA"/>
    <w:rsid w:val="002D0FFF"/>
    <w:rsid w:val="002E793C"/>
    <w:rsid w:val="002F1567"/>
    <w:rsid w:val="002F4553"/>
    <w:rsid w:val="002F590D"/>
    <w:rsid w:val="00333778"/>
    <w:rsid w:val="00335FEA"/>
    <w:rsid w:val="00356EA3"/>
    <w:rsid w:val="00357536"/>
    <w:rsid w:val="003704F1"/>
    <w:rsid w:val="003708B9"/>
    <w:rsid w:val="00383E44"/>
    <w:rsid w:val="003A7A2C"/>
    <w:rsid w:val="003B2699"/>
    <w:rsid w:val="004D4A8E"/>
    <w:rsid w:val="004D70F3"/>
    <w:rsid w:val="004F2022"/>
    <w:rsid w:val="005472A0"/>
    <w:rsid w:val="00596B76"/>
    <w:rsid w:val="00597F54"/>
    <w:rsid w:val="005A4DF9"/>
    <w:rsid w:val="005A76C4"/>
    <w:rsid w:val="005F0EF3"/>
    <w:rsid w:val="005F4F76"/>
    <w:rsid w:val="00667995"/>
    <w:rsid w:val="006842F7"/>
    <w:rsid w:val="006A1B51"/>
    <w:rsid w:val="006C2C03"/>
    <w:rsid w:val="006D1FA9"/>
    <w:rsid w:val="006D3E8C"/>
    <w:rsid w:val="006E69A6"/>
    <w:rsid w:val="006F0B21"/>
    <w:rsid w:val="006F1DB3"/>
    <w:rsid w:val="006F481B"/>
    <w:rsid w:val="00733B45"/>
    <w:rsid w:val="007415D3"/>
    <w:rsid w:val="00784C49"/>
    <w:rsid w:val="007F5241"/>
    <w:rsid w:val="008245A7"/>
    <w:rsid w:val="00846346"/>
    <w:rsid w:val="008464F7"/>
    <w:rsid w:val="00850051"/>
    <w:rsid w:val="008617A3"/>
    <w:rsid w:val="00881795"/>
    <w:rsid w:val="008A1BC5"/>
    <w:rsid w:val="008E693A"/>
    <w:rsid w:val="00920282"/>
    <w:rsid w:val="00961C25"/>
    <w:rsid w:val="00975E27"/>
    <w:rsid w:val="009C6A42"/>
    <w:rsid w:val="009E20C0"/>
    <w:rsid w:val="009E50DC"/>
    <w:rsid w:val="009F18D7"/>
    <w:rsid w:val="009F3BAF"/>
    <w:rsid w:val="00A316C1"/>
    <w:rsid w:val="00A53CF2"/>
    <w:rsid w:val="00A72CDB"/>
    <w:rsid w:val="00A756F0"/>
    <w:rsid w:val="00AA3B33"/>
    <w:rsid w:val="00AB68D6"/>
    <w:rsid w:val="00B153F4"/>
    <w:rsid w:val="00B727D8"/>
    <w:rsid w:val="00B91430"/>
    <w:rsid w:val="00B96DDB"/>
    <w:rsid w:val="00C23EAF"/>
    <w:rsid w:val="00C35140"/>
    <w:rsid w:val="00C47E48"/>
    <w:rsid w:val="00C57D84"/>
    <w:rsid w:val="00D01718"/>
    <w:rsid w:val="00D10277"/>
    <w:rsid w:val="00D67E9A"/>
    <w:rsid w:val="00DC5BA9"/>
    <w:rsid w:val="00DD3F45"/>
    <w:rsid w:val="00DE5323"/>
    <w:rsid w:val="00E67C87"/>
    <w:rsid w:val="00E85840"/>
    <w:rsid w:val="00E930B0"/>
    <w:rsid w:val="00EE77A2"/>
    <w:rsid w:val="00F01DF2"/>
    <w:rsid w:val="00F146CA"/>
    <w:rsid w:val="00F46636"/>
    <w:rsid w:val="00F776A6"/>
    <w:rsid w:val="00FA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5A3F4D"/>
  <w15:docId w15:val="{3E59B86E-82E0-49D2-8510-5E0B3CFD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Arial" w:hAnsi="Arial"/>
      <w:sz w:val="16"/>
      <w:szCs w:val="24"/>
      <w:lang w:eastAsia="ar-SA"/>
    </w:rPr>
  </w:style>
  <w:style w:type="paragraph" w:styleId="Heading1">
    <w:name w:val="heading 1"/>
    <w:next w:val="Normal"/>
    <w:qFormat/>
    <w:pPr>
      <w:keepNext/>
      <w:numPr>
        <w:numId w:val="1"/>
      </w:numPr>
      <w:suppressAutoHyphens/>
      <w:spacing w:before="240" w:after="60"/>
      <w:ind w:left="0" w:right="360" w:firstLine="0"/>
      <w:outlineLvl w:val="0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Heading2">
    <w:name w:val="heading 2"/>
    <w:next w:val="BodyText"/>
    <w:qFormat/>
    <w:pPr>
      <w:keepNext/>
      <w:numPr>
        <w:ilvl w:val="1"/>
        <w:numId w:val="1"/>
      </w:numPr>
      <w:suppressAutoHyphens/>
      <w:spacing w:before="240" w:after="60"/>
      <w:ind w:left="0" w:right="360" w:firstLine="0"/>
      <w:outlineLvl w:val="1"/>
    </w:pPr>
    <w:rPr>
      <w:rFonts w:ascii="Arial" w:eastAsia="Arial" w:hAnsi="Arial" w:cs="Arial"/>
      <w:b/>
      <w:bCs/>
      <w:i/>
      <w:iCs/>
      <w:sz w:val="28"/>
      <w:szCs w:val="28"/>
      <w:lang w:eastAsia="ar-SA"/>
    </w:rPr>
  </w:style>
  <w:style w:type="paragraph" w:styleId="Heading3">
    <w:name w:val="heading 3"/>
    <w:next w:val="BodyText"/>
    <w:qFormat/>
    <w:pPr>
      <w:keepNext/>
      <w:numPr>
        <w:ilvl w:val="2"/>
        <w:numId w:val="1"/>
      </w:numPr>
      <w:suppressAutoHyphens/>
      <w:spacing w:before="240" w:after="60"/>
      <w:ind w:left="0" w:right="360" w:firstLine="0"/>
      <w:outlineLvl w:val="2"/>
    </w:pPr>
    <w:rPr>
      <w:rFonts w:ascii="Arial" w:eastAsia="Arial" w:hAnsi="Arial" w:cs="Arial"/>
      <w:b/>
      <w:bCs/>
      <w:sz w:val="26"/>
      <w:szCs w:val="26"/>
      <w:lang w:eastAsia="ar-SA"/>
    </w:rPr>
  </w:style>
  <w:style w:type="paragraph" w:styleId="Heading4">
    <w:name w:val="heading 4"/>
    <w:next w:val="BodyText"/>
    <w:qFormat/>
    <w:pPr>
      <w:keepNext/>
      <w:numPr>
        <w:ilvl w:val="3"/>
        <w:numId w:val="1"/>
      </w:numPr>
      <w:suppressAutoHyphens/>
      <w:spacing w:before="200" w:after="60"/>
      <w:ind w:left="0" w:right="360" w:firstLine="0"/>
      <w:outlineLvl w:val="3"/>
    </w:pPr>
    <w:rPr>
      <w:rFonts w:eastAsia="Arial"/>
      <w:b/>
      <w:bCs/>
      <w:sz w:val="28"/>
      <w:szCs w:val="28"/>
      <w:lang w:eastAsia="ar-SA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semiHidden/>
    <w:pPr>
      <w:suppressAutoHyphens/>
      <w:spacing w:after="120"/>
      <w:ind w:left="360" w:right="360"/>
    </w:pPr>
    <w:rPr>
      <w:rFonts w:eastAsia="Arial"/>
      <w:sz w:val="24"/>
      <w:szCs w:val="24"/>
      <w:lang w:eastAsia="ar-SA"/>
    </w:rPr>
  </w:style>
  <w:style w:type="character" w:styleId="Hyperlink">
    <w:name w:val="Hyperlink"/>
    <w:uiPriority w:val="99"/>
    <w:semiHidden/>
    <w:rPr>
      <w:color w:val="0000FF"/>
      <w:u w:val="single"/>
    </w:rPr>
  </w:style>
  <w:style w:type="character" w:customStyle="1" w:styleId="apple-style-span">
    <w:name w:val="apple-style-span"/>
    <w:basedOn w:val="DefaultParagraphFont"/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Liberation Sans"/>
      <w:sz w:val="28"/>
      <w:szCs w:val="28"/>
    </w:rPr>
  </w:style>
  <w:style w:type="paragraph" w:styleId="List">
    <w:name w:val="List"/>
    <w:basedOn w:val="BodyText"/>
    <w:semiHidden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FirstIndent">
    <w:name w:val="Body Text First Indent"/>
    <w:basedOn w:val="BodyText"/>
    <w:semiHidden/>
    <w:pPr>
      <w:ind w:left="0" w:right="0" w:firstLine="210"/>
    </w:pPr>
    <w:rPr>
      <w:rFonts w:ascii="Arial" w:hAnsi="Arial"/>
      <w:sz w:val="16"/>
    </w:rPr>
  </w:style>
  <w:style w:type="paragraph" w:styleId="NoSpacing">
    <w:name w:val="No Spacing"/>
    <w:uiPriority w:val="1"/>
    <w:qFormat/>
    <w:rsid w:val="006E69A6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6E69A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glineLH">
    <w:name w:val="Tagline_LH"/>
    <w:basedOn w:val="Normal"/>
    <w:uiPriority w:val="99"/>
    <w:rsid w:val="009C6A42"/>
    <w:pPr>
      <w:suppressAutoHyphens w:val="0"/>
      <w:autoSpaceDE w:val="0"/>
      <w:autoSpaceDN w:val="0"/>
      <w:adjustRightInd w:val="0"/>
      <w:spacing w:line="190" w:lineRule="atLeast"/>
      <w:textAlignment w:val="center"/>
    </w:pPr>
    <w:rPr>
      <w:rFonts w:ascii="Metric Semibold" w:hAnsi="Metric Semibold" w:cs="Metric Semibold"/>
      <w:color w:val="548CBE"/>
      <w:spacing w:val="1"/>
      <w:sz w:val="17"/>
      <w:szCs w:val="17"/>
      <w:lang w:eastAsia="en-US"/>
    </w:rPr>
  </w:style>
  <w:style w:type="paragraph" w:customStyle="1" w:styleId="CompanyLH">
    <w:name w:val="Company_LH"/>
    <w:basedOn w:val="Normal"/>
    <w:uiPriority w:val="99"/>
    <w:rsid w:val="009C6A42"/>
    <w:pPr>
      <w:suppressAutoHyphens w:val="0"/>
      <w:autoSpaceDE w:val="0"/>
      <w:autoSpaceDN w:val="0"/>
      <w:adjustRightInd w:val="0"/>
      <w:spacing w:line="190" w:lineRule="atLeast"/>
      <w:textAlignment w:val="center"/>
    </w:pPr>
    <w:rPr>
      <w:rFonts w:ascii="Metric Semibold" w:hAnsi="Metric Semibold" w:cs="Metric Semibold"/>
      <w:color w:val="0B3C5C"/>
      <w:spacing w:val="1"/>
      <w:sz w:val="17"/>
      <w:szCs w:val="17"/>
      <w:lang w:eastAsia="en-US"/>
    </w:rPr>
  </w:style>
  <w:style w:type="paragraph" w:customStyle="1" w:styleId="AddressLH">
    <w:name w:val="Address_LH"/>
    <w:basedOn w:val="Normal"/>
    <w:uiPriority w:val="99"/>
    <w:rsid w:val="009C6A42"/>
    <w:pPr>
      <w:suppressAutoHyphens w:val="0"/>
      <w:autoSpaceDE w:val="0"/>
      <w:autoSpaceDN w:val="0"/>
      <w:adjustRightInd w:val="0"/>
      <w:spacing w:line="190" w:lineRule="atLeast"/>
      <w:textAlignment w:val="center"/>
    </w:pPr>
    <w:rPr>
      <w:rFonts w:ascii="Metric Regular" w:hAnsi="Metric Regular" w:cs="Metric Regular"/>
      <w:color w:val="0B3C5C"/>
      <w:spacing w:val="1"/>
      <w:sz w:val="17"/>
      <w:szCs w:val="17"/>
      <w:lang w:eastAsia="en-US"/>
    </w:rPr>
  </w:style>
  <w:style w:type="paragraph" w:styleId="NormalWeb">
    <w:name w:val="Normal (Web)"/>
    <w:basedOn w:val="Normal"/>
    <w:uiPriority w:val="99"/>
    <w:unhideWhenUsed/>
    <w:rsid w:val="00C57D84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6C2C03"/>
    <w:pPr>
      <w:suppressAutoHyphens w:val="0"/>
      <w:ind w:left="720"/>
      <w:contextualSpacing/>
    </w:pPr>
    <w:rPr>
      <w:rFonts w:asciiTheme="minorHAnsi" w:eastAsiaTheme="minorHAnsi" w:hAnsiTheme="minorHAnsi" w:cstheme="minorBid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9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2553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0547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2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33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38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9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94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7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5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6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8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2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57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573478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111398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656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9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369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9947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587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423559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567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195172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692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7925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8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533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98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21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12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4607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765662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269899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28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51709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335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567910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452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548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359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2009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9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2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9904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1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235121">
                                  <w:marLeft w:val="900"/>
                                  <w:marRight w:val="0"/>
                                  <w:marTop w:val="1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688044">
                                  <w:marLeft w:val="0"/>
                                  <w:marRight w:val="1500"/>
                                  <w:marTop w:val="5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71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1905275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878076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997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43033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36138">
                                  <w:marLeft w:val="0"/>
                                  <w:marRight w:val="15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48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576201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71739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145890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2D5DA"/>
                                <w:right w:val="none" w:sz="0" w:space="0" w:color="auto"/>
                              </w:divBdr>
                            </w:div>
                            <w:div w:id="198878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5101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8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2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D6E5EA"/>
                        <w:right w:val="none" w:sz="0" w:space="0" w:color="auto"/>
                      </w:divBdr>
                      <w:divsChild>
                        <w:div w:id="72214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270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6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9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cid:image005.jpg@01D5DBD6.120269D0" TargetMode="Externa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4.jpg@01D5DBD6.120269D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cid:image006.jpg@01D5DBD6.120269D0" TargetMode="External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gautier\Desktop\Docs\MCS%20Training%20Docs\Template\2019\Five9_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958C4-9D86-4BA3-849C-DA883887D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Five9_letterhead</Template>
  <TotalTime>1</TotalTime>
  <Pages>4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Gautier</dc:creator>
  <cp:lastModifiedBy>Christian Gautier</cp:lastModifiedBy>
  <cp:revision>2</cp:revision>
  <cp:lastPrinted>2019-06-07T01:12:00Z</cp:lastPrinted>
  <dcterms:created xsi:type="dcterms:W3CDTF">2021-07-12T16:20:00Z</dcterms:created>
  <dcterms:modified xsi:type="dcterms:W3CDTF">2021-07-12T16:20:00Z</dcterms:modified>
</cp:coreProperties>
</file>